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20EA17AC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001C81">
        <w:rPr>
          <w:rStyle w:val="Strong"/>
          <w:rFonts w:asciiTheme="minorHAnsi" w:hAnsiTheme="minorHAnsi" w:cstheme="minorHAnsi"/>
          <w:lang w:val="en-GB"/>
        </w:rPr>
        <w:t>46-009-24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24A7EEAB" w14:textId="080AF750" w:rsidR="00C44890" w:rsidRPr="00492684" w:rsidRDefault="00916210" w:rsidP="00C44890">
      <w:pPr>
        <w:rPr>
          <w:lang w:val="en-GB"/>
        </w:rPr>
      </w:pPr>
      <w:r>
        <w:rPr>
          <w:highlight w:val="yellow"/>
          <w:lang w:val="en-GB"/>
        </w:rPr>
        <w:t>The project is aimed to boost the Branch sales and to comply with safety reasons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7" w:name="_Toc308102003"/>
      <w:r w:rsidRPr="00492684">
        <w:rPr>
          <w:lang w:val="en-GB"/>
        </w:rPr>
        <w:t>All supporting documentation must be in English.</w:t>
      </w:r>
    </w:p>
    <w:p w14:paraId="63B9B8A8" w14:textId="7701DEC3" w:rsidR="002A4740" w:rsidRPr="00492684" w:rsidRDefault="00916210" w:rsidP="00C44890">
      <w:pPr>
        <w:rPr>
          <w:lang w:val="en-GB"/>
        </w:rPr>
      </w:pPr>
      <w:r>
        <w:rPr>
          <w:highlight w:val="yellow"/>
          <w:lang w:val="en-GB"/>
        </w:rPr>
        <w:t>List attached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3321152F" w14:textId="3E0BBAE2" w:rsidR="00C44890" w:rsidRPr="00492684" w:rsidRDefault="00916210" w:rsidP="00C44890">
      <w:pPr>
        <w:rPr>
          <w:lang w:val="en-GB"/>
        </w:rPr>
      </w:pPr>
      <w:r>
        <w:rPr>
          <w:highlight w:val="yellow"/>
          <w:lang w:val="en-GB"/>
        </w:rPr>
        <w:t>Construction to be done by KOIL</w:t>
      </w:r>
    </w:p>
    <w:p w14:paraId="17367821" w14:textId="77777777" w:rsidR="00C44890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19C73138" w14:textId="28AF2EA4" w:rsidR="00916210" w:rsidRPr="00916210" w:rsidRDefault="00916210" w:rsidP="00916210">
      <w:pPr>
        <w:rPr>
          <w:lang w:val="en-GB"/>
        </w:rPr>
      </w:pPr>
      <w:r>
        <w:rPr>
          <w:lang w:val="en-GB"/>
        </w:rPr>
        <w:t>One Month</w:t>
      </w:r>
    </w:p>
    <w:bookmarkEnd w:id="5"/>
    <w:bookmarkEnd w:id="6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2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7B25992B" w:rsidR="002A4740" w:rsidRPr="00492684" w:rsidRDefault="00EF5CB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Material list</w:t>
            </w:r>
          </w:p>
        </w:tc>
        <w:tc>
          <w:tcPr>
            <w:tcW w:w="1134" w:type="dxa"/>
          </w:tcPr>
          <w:p w14:paraId="352597C6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E3C67F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B5A4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774E0324" w14:textId="3A7B673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468F09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DB6EA6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E95E12C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287B7A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8B1FE" w14:textId="77777777" w:rsidR="00435CE1" w:rsidRDefault="00435CE1">
      <w:r>
        <w:separator/>
      </w:r>
    </w:p>
  </w:endnote>
  <w:endnote w:type="continuationSeparator" w:id="0">
    <w:p w14:paraId="161353F0" w14:textId="77777777" w:rsidR="00435CE1" w:rsidRDefault="00435CE1">
      <w:r>
        <w:continuationSeparator/>
      </w:r>
    </w:p>
  </w:endnote>
  <w:endnote w:type="continuationNotice" w:id="1">
    <w:p w14:paraId="3BDC546C" w14:textId="77777777" w:rsidR="00435CE1" w:rsidRDefault="00435C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C64A3" w14:textId="77777777" w:rsidR="00163B5B" w:rsidRDefault="00163B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16210" w:rsidRPr="00916210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16210" w:rsidRPr="00916210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3B092AEE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63B5B">
      <w:rPr>
        <w:noProof/>
      </w:rPr>
      <w:t>2024-07-31</w:t>
    </w:r>
    <w:r>
      <w:fldChar w:fldCharType="end"/>
    </w:r>
  </w:p>
  <w:p w14:paraId="4C7E2131" w14:textId="77777777" w:rsidR="001A0764" w:rsidRDefault="001A076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B27EE" w14:textId="77777777" w:rsidR="00163B5B" w:rsidRDefault="00163B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63258D" w14:textId="77777777" w:rsidR="00435CE1" w:rsidRDefault="00435CE1">
      <w:r>
        <w:separator/>
      </w:r>
    </w:p>
  </w:footnote>
  <w:footnote w:type="continuationSeparator" w:id="0">
    <w:p w14:paraId="6D9D853D" w14:textId="77777777" w:rsidR="00435CE1" w:rsidRDefault="00435CE1">
      <w:r>
        <w:continuationSeparator/>
      </w:r>
    </w:p>
  </w:footnote>
  <w:footnote w:type="continuationNotice" w:id="1">
    <w:p w14:paraId="525962BC" w14:textId="77777777" w:rsidR="00435CE1" w:rsidRDefault="00435C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0ACFD" w14:textId="77777777" w:rsidR="00163B5B" w:rsidRDefault="00163B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16A1" w14:textId="39779633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CBA7C" w14:textId="77777777" w:rsidR="00163B5B" w:rsidRDefault="00163B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641927">
    <w:abstractNumId w:val="1"/>
  </w:num>
  <w:num w:numId="2" w16cid:durableId="1205673459">
    <w:abstractNumId w:val="13"/>
  </w:num>
  <w:num w:numId="3" w16cid:durableId="1959723995">
    <w:abstractNumId w:val="14"/>
  </w:num>
  <w:num w:numId="4" w16cid:durableId="1306352613">
    <w:abstractNumId w:val="5"/>
  </w:num>
  <w:num w:numId="5" w16cid:durableId="1969168435">
    <w:abstractNumId w:val="4"/>
  </w:num>
  <w:num w:numId="6" w16cid:durableId="1224219020">
    <w:abstractNumId w:val="9"/>
  </w:num>
  <w:num w:numId="7" w16cid:durableId="621300280">
    <w:abstractNumId w:val="6"/>
  </w:num>
  <w:num w:numId="8" w16cid:durableId="1338652383">
    <w:abstractNumId w:val="11"/>
  </w:num>
  <w:num w:numId="9" w16cid:durableId="135488318">
    <w:abstractNumId w:val="0"/>
  </w:num>
  <w:num w:numId="10" w16cid:durableId="977026911">
    <w:abstractNumId w:val="10"/>
  </w:num>
  <w:num w:numId="11" w16cid:durableId="717626078">
    <w:abstractNumId w:val="2"/>
  </w:num>
  <w:num w:numId="12" w16cid:durableId="2052147122">
    <w:abstractNumId w:val="8"/>
  </w:num>
  <w:num w:numId="13" w16cid:durableId="1417093771">
    <w:abstractNumId w:val="12"/>
  </w:num>
  <w:num w:numId="14" w16cid:durableId="844706795">
    <w:abstractNumId w:val="3"/>
  </w:num>
  <w:num w:numId="15" w16cid:durableId="859708687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1C81"/>
    <w:rsid w:val="00002179"/>
    <w:rsid w:val="00002F03"/>
    <w:rsid w:val="00004A90"/>
    <w:rsid w:val="00004E8A"/>
    <w:rsid w:val="000064BE"/>
    <w:rsid w:val="000067C4"/>
    <w:rsid w:val="000069FF"/>
    <w:rsid w:val="00007400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2BAC"/>
    <w:rsid w:val="00054BD4"/>
    <w:rsid w:val="00054FAE"/>
    <w:rsid w:val="0006191C"/>
    <w:rsid w:val="00063557"/>
    <w:rsid w:val="00064FE2"/>
    <w:rsid w:val="000658B6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3B5B"/>
    <w:rsid w:val="001662EF"/>
    <w:rsid w:val="00166FC9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5DE2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9D3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CE1"/>
    <w:rsid w:val="00435F54"/>
    <w:rsid w:val="00436EB5"/>
    <w:rsid w:val="00436FFA"/>
    <w:rsid w:val="00437250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3F9E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1CA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6210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5CB0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94A96F-6B9D-49A7-B055-5D165E043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2</TotalTime>
  <Pages>2</Pages>
  <Words>88</Words>
  <Characters>507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594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4</cp:revision>
  <cp:lastPrinted>2013-10-18T08:32:00Z</cp:lastPrinted>
  <dcterms:created xsi:type="dcterms:W3CDTF">2024-05-29T10:16:00Z</dcterms:created>
  <dcterms:modified xsi:type="dcterms:W3CDTF">2024-07-31T02:00:00Z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